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CAEAB" w14:textId="77777777" w:rsidR="00693F89" w:rsidRPr="00FC7DB3" w:rsidRDefault="00693F89" w:rsidP="00693F89">
      <w:pPr>
        <w:pStyle w:val="20"/>
        <w:shd w:val="clear" w:color="auto" w:fill="auto"/>
        <w:spacing w:after="0" w:line="360" w:lineRule="auto"/>
        <w:ind w:left="3968" w:firstLine="28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14:paraId="740597C1" w14:textId="1580AD54" w:rsidR="002A6B66" w:rsidRPr="00FC7DB3" w:rsidRDefault="002A6B66" w:rsidP="002A6B66">
      <w:pPr>
        <w:ind w:left="9936" w:firstLine="0"/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 xml:space="preserve">Príloha č. </w:t>
      </w:r>
      <w:r w:rsidR="00D1165C">
        <w:rPr>
          <w:rFonts w:asciiTheme="minorHAnsi" w:hAnsiTheme="minorHAnsi" w:cstheme="minorHAnsi"/>
          <w:sz w:val="24"/>
          <w:szCs w:val="24"/>
        </w:rPr>
        <w:t xml:space="preserve">4 </w:t>
      </w:r>
      <w:r w:rsidR="004C354F">
        <w:rPr>
          <w:rFonts w:asciiTheme="minorHAnsi" w:hAnsiTheme="minorHAnsi" w:cstheme="minorHAnsi"/>
          <w:sz w:val="24"/>
          <w:szCs w:val="24"/>
        </w:rPr>
        <w:t>Z</w:t>
      </w:r>
      <w:r w:rsidRPr="00FC7DB3">
        <w:rPr>
          <w:rFonts w:asciiTheme="minorHAnsi" w:hAnsiTheme="minorHAnsi" w:cstheme="minorHAnsi"/>
          <w:sz w:val="24"/>
          <w:szCs w:val="24"/>
        </w:rPr>
        <w:t xml:space="preserve">mluvy č. </w:t>
      </w:r>
      <w:r w:rsidR="0052522D">
        <w:rPr>
          <w:rFonts w:asciiTheme="minorHAnsi" w:hAnsiTheme="minorHAnsi" w:cstheme="minorHAnsi"/>
          <w:sz w:val="24"/>
          <w:szCs w:val="24"/>
        </w:rPr>
        <w:t>...........</w:t>
      </w:r>
      <w:r w:rsidR="00931A11">
        <w:rPr>
          <w:rFonts w:asciiTheme="minorHAnsi" w:hAnsiTheme="minorHAnsi" w:cstheme="minorHAnsi"/>
          <w:sz w:val="24"/>
          <w:szCs w:val="24"/>
        </w:rPr>
        <w:t>/</w:t>
      </w:r>
      <w:r w:rsidR="00FD19B3">
        <w:rPr>
          <w:rFonts w:asciiTheme="minorHAnsi" w:hAnsiTheme="minorHAnsi" w:cstheme="minorHAnsi"/>
          <w:sz w:val="24"/>
          <w:szCs w:val="24"/>
        </w:rPr>
        <w:t>.........</w:t>
      </w:r>
      <w:r w:rsidR="00931A11">
        <w:rPr>
          <w:rFonts w:asciiTheme="minorHAnsi" w:hAnsiTheme="minorHAnsi" w:cstheme="minorHAnsi"/>
          <w:sz w:val="24"/>
          <w:szCs w:val="24"/>
        </w:rPr>
        <w:t>/</w:t>
      </w:r>
      <w:r w:rsidR="0052522D">
        <w:rPr>
          <w:rFonts w:asciiTheme="minorHAnsi" w:hAnsiTheme="minorHAnsi" w:cstheme="minorHAnsi"/>
          <w:sz w:val="24"/>
          <w:szCs w:val="24"/>
        </w:rPr>
        <w:t>...........</w:t>
      </w:r>
    </w:p>
    <w:p w14:paraId="159BCBD0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4E6B86A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3D89C7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C7DB3">
        <w:rPr>
          <w:rFonts w:asciiTheme="minorHAnsi" w:hAnsiTheme="minorHAnsi" w:cstheme="minorHAnsi"/>
          <w:b/>
          <w:sz w:val="24"/>
          <w:szCs w:val="24"/>
        </w:rPr>
        <w:t>Zoznam subdodávateľov</w:t>
      </w:r>
    </w:p>
    <w:p w14:paraId="3DDB9E3D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23"/>
        <w:gridCol w:w="2948"/>
        <w:gridCol w:w="4107"/>
        <w:gridCol w:w="4366"/>
        <w:gridCol w:w="2006"/>
      </w:tblGrid>
      <w:tr w:rsidR="002A6B66" w:rsidRPr="00FC7DB3" w14:paraId="1808EB76" w14:textId="77777777" w:rsidTr="00422827">
        <w:tc>
          <w:tcPr>
            <w:tcW w:w="623" w:type="dxa"/>
          </w:tcPr>
          <w:p w14:paraId="2D52693F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Por. č.</w:t>
            </w:r>
          </w:p>
        </w:tc>
        <w:tc>
          <w:tcPr>
            <w:tcW w:w="2948" w:type="dxa"/>
          </w:tcPr>
          <w:p w14:paraId="4D9C5C9E" w14:textId="6135BEB3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Názov a sídlo subdodávateľa, IČO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>, DIČ, IČ DPH</w:t>
            </w:r>
          </w:p>
        </w:tc>
        <w:tc>
          <w:tcPr>
            <w:tcW w:w="4107" w:type="dxa"/>
          </w:tcPr>
          <w:p w14:paraId="029A0539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Údaje o osobe oprávnenej konať za subdodávateľa (meno a priezvisko, adresa pobytu, dátum narodenia)</w:t>
            </w:r>
          </w:p>
        </w:tc>
        <w:tc>
          <w:tcPr>
            <w:tcW w:w="4366" w:type="dxa"/>
          </w:tcPr>
          <w:p w14:paraId="69C71DCB" w14:textId="236CEAB1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 xml:space="preserve">Predmet 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>subdodávky</w:t>
            </w:r>
          </w:p>
        </w:tc>
        <w:tc>
          <w:tcPr>
            <w:tcW w:w="2006" w:type="dxa"/>
          </w:tcPr>
          <w:p w14:paraId="16CED688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Podiel na celkovom objeme dodávky (%)</w:t>
            </w:r>
          </w:p>
        </w:tc>
      </w:tr>
      <w:tr w:rsidR="002A6B66" w:rsidRPr="00FC7DB3" w14:paraId="0A0772FB" w14:textId="77777777" w:rsidTr="00422827">
        <w:tc>
          <w:tcPr>
            <w:tcW w:w="623" w:type="dxa"/>
          </w:tcPr>
          <w:p w14:paraId="293DCF5B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348A675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5526AC85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47B5583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1306E18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03B4F367" w14:textId="77777777" w:rsidTr="00422827">
        <w:tc>
          <w:tcPr>
            <w:tcW w:w="623" w:type="dxa"/>
          </w:tcPr>
          <w:p w14:paraId="5AD2C6B9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31E823E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247778F7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668598D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C402414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1EFA2CDC" w14:textId="77777777" w:rsidTr="00422827">
        <w:tc>
          <w:tcPr>
            <w:tcW w:w="623" w:type="dxa"/>
          </w:tcPr>
          <w:p w14:paraId="4FEA6B9E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F2F64E3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083E462A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581669B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EE33F24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4B2221A7" w14:textId="77777777" w:rsidTr="00422827">
        <w:tc>
          <w:tcPr>
            <w:tcW w:w="623" w:type="dxa"/>
          </w:tcPr>
          <w:p w14:paraId="7E97B33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1CC3F14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240CA4B0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416B0A2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582EF46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72A087A0" w14:textId="77777777" w:rsidTr="00422827">
        <w:tc>
          <w:tcPr>
            <w:tcW w:w="623" w:type="dxa"/>
          </w:tcPr>
          <w:p w14:paraId="7771D99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5B61C9F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1674EFC8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F1F9457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198A886D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37FF0A6" w14:textId="77777777" w:rsidR="002A6B66" w:rsidRPr="00FC7DB3" w:rsidRDefault="002A6B66" w:rsidP="002A6B66">
      <w:pPr>
        <w:rPr>
          <w:rFonts w:asciiTheme="minorHAnsi" w:hAnsiTheme="minorHAnsi" w:cstheme="minorHAnsi"/>
          <w:sz w:val="24"/>
          <w:szCs w:val="24"/>
        </w:rPr>
      </w:pPr>
    </w:p>
    <w:p w14:paraId="2E3FDCF5" w14:textId="44709377" w:rsidR="002A6B66" w:rsidRPr="00FC7DB3" w:rsidRDefault="0094496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* ak sa nehodí</w:t>
      </w:r>
      <w:r w:rsidR="00FC7DB3" w:rsidRPr="00FC7DB3">
        <w:rPr>
          <w:rFonts w:asciiTheme="minorHAnsi" w:hAnsiTheme="minorHAnsi" w:cstheme="minorHAnsi"/>
          <w:sz w:val="24"/>
          <w:szCs w:val="24"/>
        </w:rPr>
        <w:t>,</w:t>
      </w:r>
      <w:r w:rsidRPr="00FC7DB3">
        <w:rPr>
          <w:rFonts w:asciiTheme="minorHAnsi" w:hAnsiTheme="minorHAnsi" w:cstheme="minorHAnsi"/>
          <w:sz w:val="24"/>
          <w:szCs w:val="24"/>
        </w:rPr>
        <w:t xml:space="preserve"> prečiarknite</w:t>
      </w:r>
      <w:r w:rsidR="00472E96"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="00FC7DB3" w:rsidRPr="00FC7DB3">
        <w:rPr>
          <w:rFonts w:asciiTheme="minorHAnsi" w:hAnsiTheme="minorHAnsi" w:cstheme="minorHAnsi"/>
          <w:sz w:val="24"/>
          <w:szCs w:val="24"/>
        </w:rPr>
        <w:t xml:space="preserve">tabuľku alebo </w:t>
      </w:r>
      <w:r w:rsidR="00472E96" w:rsidRPr="00FC7DB3">
        <w:rPr>
          <w:rFonts w:asciiTheme="minorHAnsi" w:hAnsiTheme="minorHAnsi" w:cstheme="minorHAnsi"/>
          <w:sz w:val="24"/>
          <w:szCs w:val="24"/>
        </w:rPr>
        <w:t>text</w:t>
      </w:r>
      <w:r w:rsidRPr="00FC7DB3">
        <w:rPr>
          <w:rFonts w:asciiTheme="minorHAnsi" w:hAnsiTheme="minorHAnsi" w:cstheme="minorHAnsi"/>
          <w:sz w:val="24"/>
          <w:szCs w:val="24"/>
        </w:rPr>
        <w:t>:</w:t>
      </w:r>
    </w:p>
    <w:p w14:paraId="6AB50CD4" w14:textId="77777777" w:rsidR="00FC7DB3" w:rsidRPr="00FC7DB3" w:rsidRDefault="00FC7DB3" w:rsidP="002A6B66">
      <w:pPr>
        <w:rPr>
          <w:rFonts w:asciiTheme="minorHAnsi" w:hAnsiTheme="minorHAnsi" w:cstheme="minorHAnsi"/>
          <w:sz w:val="24"/>
          <w:szCs w:val="24"/>
        </w:rPr>
      </w:pPr>
    </w:p>
    <w:p w14:paraId="630C75DF" w14:textId="0FB096D3" w:rsidR="002A6B66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 xml:space="preserve">Čestne vyhlasujeme, že pri realizácii predmetnej zákazky nebudeme využívať kapacity subdodávateľov. V prípade zmeny budeme o subdodávateľoch informovať </w:t>
      </w:r>
      <w:r w:rsidR="00A73FC5" w:rsidRPr="00FC7DB3">
        <w:rPr>
          <w:rFonts w:asciiTheme="minorHAnsi" w:hAnsiTheme="minorHAnsi" w:cstheme="minorHAnsi"/>
          <w:sz w:val="24"/>
          <w:szCs w:val="24"/>
        </w:rPr>
        <w:t>kupujúceho</w:t>
      </w:r>
      <w:r w:rsidRPr="00FC7DB3">
        <w:rPr>
          <w:rFonts w:asciiTheme="minorHAnsi" w:hAnsiTheme="minorHAnsi" w:cstheme="minorHAnsi"/>
          <w:sz w:val="24"/>
          <w:szCs w:val="24"/>
        </w:rPr>
        <w:t xml:space="preserve"> v zmysle príslušných ustanovení </w:t>
      </w:r>
      <w:r w:rsidR="00A73FC5" w:rsidRPr="00FC7DB3">
        <w:rPr>
          <w:rFonts w:asciiTheme="minorHAnsi" w:hAnsiTheme="minorHAnsi" w:cstheme="minorHAnsi"/>
          <w:sz w:val="24"/>
          <w:szCs w:val="24"/>
        </w:rPr>
        <w:t xml:space="preserve">kúpnej </w:t>
      </w:r>
      <w:r w:rsidRPr="00FC7DB3">
        <w:rPr>
          <w:rFonts w:asciiTheme="minorHAnsi" w:hAnsiTheme="minorHAnsi" w:cstheme="minorHAnsi"/>
          <w:sz w:val="24"/>
          <w:szCs w:val="24"/>
        </w:rPr>
        <w:t>zmluvy.</w:t>
      </w:r>
    </w:p>
    <w:p w14:paraId="7012E82A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206192A3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5A4348F6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V ...............................,</w:t>
      </w:r>
      <w:r w:rsidR="00910A89"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Pr="00FC7DB3">
        <w:rPr>
          <w:rFonts w:asciiTheme="minorHAnsi" w:hAnsiTheme="minorHAnsi" w:cstheme="minorHAnsi"/>
          <w:sz w:val="24"/>
          <w:szCs w:val="24"/>
        </w:rPr>
        <w:t>dňa ..............................</w:t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6252E5B9" w14:textId="3EA5E96D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  <w:t xml:space="preserve">            </w:t>
      </w:r>
      <w:r w:rsidRPr="00FC7DB3">
        <w:rPr>
          <w:rFonts w:asciiTheme="minorHAnsi" w:hAnsiTheme="minorHAnsi" w:cstheme="minorHAnsi"/>
          <w:sz w:val="24"/>
          <w:szCs w:val="24"/>
        </w:rPr>
        <w:t>.............................................</w:t>
      </w:r>
    </w:p>
    <w:p w14:paraId="2143DAAD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  <w:t>meno a priezvisko štatutára</w:t>
      </w:r>
    </w:p>
    <w:p w14:paraId="4328EAFA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  <w:t xml:space="preserve">           podpis a pečiatka spoločnosti</w:t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05C641EF" w14:textId="77777777" w:rsidR="00FA1DFB" w:rsidRPr="00FC7DB3" w:rsidRDefault="00FA1DFB" w:rsidP="007F6A8F">
      <w:pPr>
        <w:pStyle w:val="Odsekzoznamu"/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auto"/>
          <w:sz w:val="24"/>
          <w:szCs w:val="24"/>
        </w:rPr>
      </w:pPr>
    </w:p>
    <w:sectPr w:rsidR="00FA1DFB" w:rsidRPr="00FC7DB3" w:rsidSect="002A6B66">
      <w:pgSz w:w="16838" w:h="11906" w:orient="landscape" w:code="9"/>
      <w:pgMar w:top="1418" w:right="1531" w:bottom="1134" w:left="1247" w:header="851" w:footer="6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9C50F" w14:textId="77777777" w:rsidR="00B61173" w:rsidRDefault="00B61173">
      <w:pPr>
        <w:spacing w:after="0" w:line="240" w:lineRule="auto"/>
      </w:pPr>
      <w:r>
        <w:separator/>
      </w:r>
    </w:p>
  </w:endnote>
  <w:endnote w:type="continuationSeparator" w:id="0">
    <w:p w14:paraId="210CC151" w14:textId="77777777" w:rsidR="00B61173" w:rsidRDefault="00B6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64F38" w14:textId="77777777" w:rsidR="00B61173" w:rsidRDefault="00B61173">
      <w:pPr>
        <w:spacing w:after="0" w:line="240" w:lineRule="auto"/>
      </w:pPr>
      <w:r>
        <w:separator/>
      </w:r>
    </w:p>
  </w:footnote>
  <w:footnote w:type="continuationSeparator" w:id="0">
    <w:p w14:paraId="4A672C97" w14:textId="77777777" w:rsidR="00B61173" w:rsidRDefault="00B61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C5822"/>
    <w:multiLevelType w:val="hybridMultilevel"/>
    <w:tmpl w:val="AEAC91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33C48"/>
    <w:multiLevelType w:val="hybridMultilevel"/>
    <w:tmpl w:val="6234EEB2"/>
    <w:lvl w:ilvl="0" w:tplc="F7C28622">
      <w:numFmt w:val="bullet"/>
      <w:lvlText w:val=""/>
      <w:lvlJc w:val="left"/>
      <w:pPr>
        <w:ind w:left="502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DF34926"/>
    <w:multiLevelType w:val="hybridMultilevel"/>
    <w:tmpl w:val="0CF21678"/>
    <w:lvl w:ilvl="0" w:tplc="E0B65C58">
      <w:start w:val="82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722D5"/>
    <w:multiLevelType w:val="hybridMultilevel"/>
    <w:tmpl w:val="1FB2684E"/>
    <w:lvl w:ilvl="0" w:tplc="0EA41C3A">
      <w:numFmt w:val="bullet"/>
      <w:lvlText w:val=""/>
      <w:lvlJc w:val="left"/>
      <w:pPr>
        <w:ind w:left="107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14D861AE"/>
    <w:multiLevelType w:val="hybridMultilevel"/>
    <w:tmpl w:val="533A4928"/>
    <w:lvl w:ilvl="0" w:tplc="040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5D54DDF"/>
    <w:multiLevelType w:val="multilevel"/>
    <w:tmpl w:val="4BF8DFC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695DDB"/>
    <w:multiLevelType w:val="hybridMultilevel"/>
    <w:tmpl w:val="8F726D16"/>
    <w:lvl w:ilvl="0" w:tplc="0BB454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E304B"/>
    <w:multiLevelType w:val="hybridMultilevel"/>
    <w:tmpl w:val="56823D3E"/>
    <w:lvl w:ilvl="0" w:tplc="848A1008">
      <w:numFmt w:val="bullet"/>
      <w:lvlText w:val="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619646">
    <w:abstractNumId w:val="1"/>
  </w:num>
  <w:num w:numId="2" w16cid:durableId="1580214348">
    <w:abstractNumId w:val="7"/>
  </w:num>
  <w:num w:numId="3" w16cid:durableId="1488521775">
    <w:abstractNumId w:val="3"/>
  </w:num>
  <w:num w:numId="4" w16cid:durableId="1712076516">
    <w:abstractNumId w:val="4"/>
  </w:num>
  <w:num w:numId="5" w16cid:durableId="492188434">
    <w:abstractNumId w:val="0"/>
  </w:num>
  <w:num w:numId="6" w16cid:durableId="824780885">
    <w:abstractNumId w:val="2"/>
  </w:num>
  <w:num w:numId="7" w16cid:durableId="444230381">
    <w:abstractNumId w:val="5"/>
  </w:num>
  <w:num w:numId="8" w16cid:durableId="2922944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attachedTemplate r:id="rId1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03D"/>
    <w:rsid w:val="000075B1"/>
    <w:rsid w:val="00035213"/>
    <w:rsid w:val="00035D05"/>
    <w:rsid w:val="00046E86"/>
    <w:rsid w:val="00052265"/>
    <w:rsid w:val="000602DC"/>
    <w:rsid w:val="00062ABF"/>
    <w:rsid w:val="00082B34"/>
    <w:rsid w:val="000A0623"/>
    <w:rsid w:val="000B1C10"/>
    <w:rsid w:val="000B6C96"/>
    <w:rsid w:val="000D3D0F"/>
    <w:rsid w:val="000D51E1"/>
    <w:rsid w:val="000F53F0"/>
    <w:rsid w:val="000F5A86"/>
    <w:rsid w:val="000F70CB"/>
    <w:rsid w:val="0010430C"/>
    <w:rsid w:val="00123784"/>
    <w:rsid w:val="00124A7F"/>
    <w:rsid w:val="0013165F"/>
    <w:rsid w:val="0015392C"/>
    <w:rsid w:val="00170F5C"/>
    <w:rsid w:val="00182C5F"/>
    <w:rsid w:val="001B41F5"/>
    <w:rsid w:val="001C01A3"/>
    <w:rsid w:val="001C0A0B"/>
    <w:rsid w:val="001E039B"/>
    <w:rsid w:val="001E38C2"/>
    <w:rsid w:val="001E74A6"/>
    <w:rsid w:val="002133D3"/>
    <w:rsid w:val="00213EFC"/>
    <w:rsid w:val="002164BF"/>
    <w:rsid w:val="0022260A"/>
    <w:rsid w:val="00240159"/>
    <w:rsid w:val="00247904"/>
    <w:rsid w:val="00252B9D"/>
    <w:rsid w:val="00264FCF"/>
    <w:rsid w:val="00271164"/>
    <w:rsid w:val="002A6B66"/>
    <w:rsid w:val="002C0DD2"/>
    <w:rsid w:val="002D4BF4"/>
    <w:rsid w:val="00303285"/>
    <w:rsid w:val="00307DE1"/>
    <w:rsid w:val="00314133"/>
    <w:rsid w:val="003143DF"/>
    <w:rsid w:val="003156B0"/>
    <w:rsid w:val="003179CA"/>
    <w:rsid w:val="00331D68"/>
    <w:rsid w:val="0035541F"/>
    <w:rsid w:val="0037050C"/>
    <w:rsid w:val="00387086"/>
    <w:rsid w:val="003A3CB9"/>
    <w:rsid w:val="003B1F8D"/>
    <w:rsid w:val="003C0207"/>
    <w:rsid w:val="003C0654"/>
    <w:rsid w:val="003C2179"/>
    <w:rsid w:val="003D72AA"/>
    <w:rsid w:val="003E495E"/>
    <w:rsid w:val="00400381"/>
    <w:rsid w:val="00411FBC"/>
    <w:rsid w:val="00422827"/>
    <w:rsid w:val="0043015A"/>
    <w:rsid w:val="00432141"/>
    <w:rsid w:val="004376C7"/>
    <w:rsid w:val="00472E96"/>
    <w:rsid w:val="00476C03"/>
    <w:rsid w:val="00477814"/>
    <w:rsid w:val="00490C15"/>
    <w:rsid w:val="00491094"/>
    <w:rsid w:val="00496775"/>
    <w:rsid w:val="004B2911"/>
    <w:rsid w:val="004C354F"/>
    <w:rsid w:val="004C456E"/>
    <w:rsid w:val="004D2062"/>
    <w:rsid w:val="004D3725"/>
    <w:rsid w:val="004E2BDA"/>
    <w:rsid w:val="004E3B7E"/>
    <w:rsid w:val="0052220F"/>
    <w:rsid w:val="00522E2A"/>
    <w:rsid w:val="0052522D"/>
    <w:rsid w:val="00526B0F"/>
    <w:rsid w:val="0053107A"/>
    <w:rsid w:val="00554002"/>
    <w:rsid w:val="00561CA6"/>
    <w:rsid w:val="00587777"/>
    <w:rsid w:val="00591E0E"/>
    <w:rsid w:val="00591F0B"/>
    <w:rsid w:val="005A3091"/>
    <w:rsid w:val="005A5A93"/>
    <w:rsid w:val="005B5944"/>
    <w:rsid w:val="005D06AD"/>
    <w:rsid w:val="005F607C"/>
    <w:rsid w:val="005F7FDB"/>
    <w:rsid w:val="00645125"/>
    <w:rsid w:val="00651821"/>
    <w:rsid w:val="0065286A"/>
    <w:rsid w:val="00652A07"/>
    <w:rsid w:val="00652E99"/>
    <w:rsid w:val="0065749E"/>
    <w:rsid w:val="0068347B"/>
    <w:rsid w:val="00693F89"/>
    <w:rsid w:val="00696C70"/>
    <w:rsid w:val="006A5A86"/>
    <w:rsid w:val="006C2FBF"/>
    <w:rsid w:val="006D3F9E"/>
    <w:rsid w:val="006D7D2E"/>
    <w:rsid w:val="006E516A"/>
    <w:rsid w:val="00702848"/>
    <w:rsid w:val="00707851"/>
    <w:rsid w:val="00725AFB"/>
    <w:rsid w:val="00726C87"/>
    <w:rsid w:val="0074533D"/>
    <w:rsid w:val="007467D7"/>
    <w:rsid w:val="00771B67"/>
    <w:rsid w:val="007C5C19"/>
    <w:rsid w:val="007F6A8F"/>
    <w:rsid w:val="008524C1"/>
    <w:rsid w:val="008549D4"/>
    <w:rsid w:val="00856080"/>
    <w:rsid w:val="008835A5"/>
    <w:rsid w:val="008A45E8"/>
    <w:rsid w:val="008B4956"/>
    <w:rsid w:val="008C0CA2"/>
    <w:rsid w:val="008C129C"/>
    <w:rsid w:val="008E59BA"/>
    <w:rsid w:val="008F0A2E"/>
    <w:rsid w:val="008F538B"/>
    <w:rsid w:val="00906381"/>
    <w:rsid w:val="00910A89"/>
    <w:rsid w:val="009128E0"/>
    <w:rsid w:val="009134DB"/>
    <w:rsid w:val="00920C01"/>
    <w:rsid w:val="009211CD"/>
    <w:rsid w:val="009259D7"/>
    <w:rsid w:val="00926E42"/>
    <w:rsid w:val="00931A11"/>
    <w:rsid w:val="009331D9"/>
    <w:rsid w:val="00944969"/>
    <w:rsid w:val="0096341C"/>
    <w:rsid w:val="00975417"/>
    <w:rsid w:val="00983F6B"/>
    <w:rsid w:val="009B0959"/>
    <w:rsid w:val="009C6817"/>
    <w:rsid w:val="009D2FB9"/>
    <w:rsid w:val="009F75F6"/>
    <w:rsid w:val="00A41BFD"/>
    <w:rsid w:val="00A73FC5"/>
    <w:rsid w:val="00AA3FC8"/>
    <w:rsid w:val="00AA6866"/>
    <w:rsid w:val="00AB3078"/>
    <w:rsid w:val="00B00761"/>
    <w:rsid w:val="00B07BBB"/>
    <w:rsid w:val="00B21305"/>
    <w:rsid w:val="00B245C9"/>
    <w:rsid w:val="00B41877"/>
    <w:rsid w:val="00B61173"/>
    <w:rsid w:val="00B6752D"/>
    <w:rsid w:val="00B90BA8"/>
    <w:rsid w:val="00BA450E"/>
    <w:rsid w:val="00BB45E6"/>
    <w:rsid w:val="00BB5F3B"/>
    <w:rsid w:val="00BD7768"/>
    <w:rsid w:val="00BE422F"/>
    <w:rsid w:val="00BE67DD"/>
    <w:rsid w:val="00C14CD2"/>
    <w:rsid w:val="00C30A09"/>
    <w:rsid w:val="00C365B5"/>
    <w:rsid w:val="00C36BBB"/>
    <w:rsid w:val="00C376FF"/>
    <w:rsid w:val="00C51063"/>
    <w:rsid w:val="00CA2DFD"/>
    <w:rsid w:val="00CA4718"/>
    <w:rsid w:val="00CB5AD8"/>
    <w:rsid w:val="00CE1DDC"/>
    <w:rsid w:val="00CE5885"/>
    <w:rsid w:val="00CE738B"/>
    <w:rsid w:val="00CE786C"/>
    <w:rsid w:val="00CF431E"/>
    <w:rsid w:val="00D02177"/>
    <w:rsid w:val="00D1165C"/>
    <w:rsid w:val="00D3054B"/>
    <w:rsid w:val="00D430CD"/>
    <w:rsid w:val="00D439D6"/>
    <w:rsid w:val="00D53C92"/>
    <w:rsid w:val="00D85B9E"/>
    <w:rsid w:val="00DD003D"/>
    <w:rsid w:val="00DE3B03"/>
    <w:rsid w:val="00DE46F7"/>
    <w:rsid w:val="00DE5F15"/>
    <w:rsid w:val="00DF2AE0"/>
    <w:rsid w:val="00DF4861"/>
    <w:rsid w:val="00E14B42"/>
    <w:rsid w:val="00E30A2E"/>
    <w:rsid w:val="00E426D3"/>
    <w:rsid w:val="00E47236"/>
    <w:rsid w:val="00E54DE6"/>
    <w:rsid w:val="00E6700F"/>
    <w:rsid w:val="00E7044F"/>
    <w:rsid w:val="00E8364C"/>
    <w:rsid w:val="00E90D2F"/>
    <w:rsid w:val="00EA0CFB"/>
    <w:rsid w:val="00EA5FA1"/>
    <w:rsid w:val="00EB0535"/>
    <w:rsid w:val="00EB6CC3"/>
    <w:rsid w:val="00F16623"/>
    <w:rsid w:val="00F2269F"/>
    <w:rsid w:val="00F231ED"/>
    <w:rsid w:val="00F358C6"/>
    <w:rsid w:val="00F44DF2"/>
    <w:rsid w:val="00F46D16"/>
    <w:rsid w:val="00F51B6E"/>
    <w:rsid w:val="00F66860"/>
    <w:rsid w:val="00F67766"/>
    <w:rsid w:val="00F814D5"/>
    <w:rsid w:val="00F92E72"/>
    <w:rsid w:val="00FA1DFB"/>
    <w:rsid w:val="00FB23BE"/>
    <w:rsid w:val="00FC7DB3"/>
    <w:rsid w:val="00FD19B3"/>
    <w:rsid w:val="00FD5918"/>
    <w:rsid w:val="00FE129B"/>
    <w:rsid w:val="00FE3D62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84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9" w:line="239" w:lineRule="auto"/>
      <w:ind w:left="10" w:hanging="10"/>
      <w:jc w:val="both"/>
    </w:pPr>
    <w:rPr>
      <w:rFonts w:eastAsia="Calibri" w:cs="Calibri"/>
      <w:color w:val="181717"/>
      <w:sz w:val="22"/>
      <w:szCs w:val="22"/>
    </w:rPr>
  </w:style>
  <w:style w:type="paragraph" w:styleId="Nadpis2">
    <w:name w:val="heading 2"/>
    <w:basedOn w:val="Normlny"/>
    <w:next w:val="Normlny"/>
    <w:link w:val="Nadpis2Char"/>
    <w:qFormat/>
    <w:rsid w:val="00B21305"/>
    <w:pPr>
      <w:keepNext/>
      <w:autoSpaceDE w:val="0"/>
      <w:autoSpaceDN w:val="0"/>
      <w:spacing w:after="0" w:line="240" w:lineRule="auto"/>
      <w:ind w:left="0" w:firstLine="0"/>
      <w:jc w:val="center"/>
      <w:outlineLvl w:val="1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BD7768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D7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rsid w:val="00BD7768"/>
    <w:rPr>
      <w:rFonts w:ascii="Calibri" w:eastAsia="Calibri" w:hAnsi="Calibri" w:cs="Calibri"/>
      <w:color w:val="181717"/>
    </w:rPr>
  </w:style>
  <w:style w:type="paragraph" w:styleId="Pta">
    <w:name w:val="footer"/>
    <w:basedOn w:val="Normlny"/>
    <w:link w:val="PtaChar"/>
    <w:uiPriority w:val="99"/>
    <w:unhideWhenUsed/>
    <w:rsid w:val="00BE6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rsid w:val="00BE67DD"/>
    <w:rPr>
      <w:rFonts w:ascii="Calibri" w:eastAsia="Calibri" w:hAnsi="Calibri" w:cs="Calibri"/>
      <w:color w:val="181717"/>
    </w:rPr>
  </w:style>
  <w:style w:type="character" w:styleId="Vrazn">
    <w:name w:val="Strong"/>
    <w:uiPriority w:val="22"/>
    <w:qFormat/>
    <w:rsid w:val="000602DC"/>
    <w:rPr>
      <w:b/>
      <w:bCs/>
    </w:rPr>
  </w:style>
  <w:style w:type="character" w:customStyle="1" w:styleId="data">
    <w:name w:val="data"/>
    <w:basedOn w:val="Predvolenpsmoodseku"/>
    <w:rsid w:val="000602DC"/>
  </w:style>
  <w:style w:type="character" w:customStyle="1" w:styleId="Nadpis2Char">
    <w:name w:val="Nadpis 2 Char"/>
    <w:link w:val="Nadpis2"/>
    <w:rsid w:val="00B21305"/>
    <w:rPr>
      <w:rFonts w:ascii="Arial" w:hAnsi="Arial"/>
      <w:b/>
      <w:bCs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rsid w:val="00B21305"/>
    <w:pPr>
      <w:autoSpaceDE w:val="0"/>
      <w:autoSpaceDN w:val="0"/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B21305"/>
    <w:rPr>
      <w:rFonts w:ascii="Times New Roman" w:hAnsi="Times New Roman"/>
      <w:lang w:val="x-none" w:eastAsia="x-none"/>
    </w:rPr>
  </w:style>
  <w:style w:type="paragraph" w:styleId="Nzov">
    <w:name w:val="Title"/>
    <w:basedOn w:val="Normlny"/>
    <w:link w:val="NzovChar"/>
    <w:qFormat/>
    <w:rsid w:val="00B21305"/>
    <w:pPr>
      <w:autoSpaceDE w:val="0"/>
      <w:autoSpaceDN w:val="0"/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 w:eastAsia="x-none"/>
    </w:rPr>
  </w:style>
  <w:style w:type="character" w:customStyle="1" w:styleId="NzovChar">
    <w:name w:val="Názov Char"/>
    <w:link w:val="Nzov"/>
    <w:rsid w:val="00B21305"/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Odsekzoznamu">
    <w:name w:val="List Paragraph"/>
    <w:basedOn w:val="Normlny"/>
    <w:uiPriority w:val="34"/>
    <w:qFormat/>
    <w:rsid w:val="00B21305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4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43DF"/>
    <w:rPr>
      <w:rFonts w:ascii="Segoe UI" w:eastAsia="Calibri" w:hAnsi="Segoe UI" w:cs="Segoe UI"/>
      <w:color w:val="181717"/>
      <w:sz w:val="18"/>
      <w:szCs w:val="18"/>
    </w:rPr>
  </w:style>
  <w:style w:type="character" w:customStyle="1" w:styleId="2">
    <w:name w:val="Основной текст (2)_"/>
    <w:basedOn w:val="Predvolenpsmoodseku"/>
    <w:link w:val="20"/>
    <w:rsid w:val="00693F89"/>
    <w:rPr>
      <w:rFonts w:ascii="Verdana" w:eastAsia="Verdana" w:hAnsi="Verdana" w:cs="Verdana"/>
      <w:i/>
      <w:iCs/>
      <w:spacing w:val="-20"/>
      <w:sz w:val="21"/>
      <w:szCs w:val="21"/>
      <w:shd w:val="clear" w:color="auto" w:fill="FFFFFF"/>
    </w:rPr>
  </w:style>
  <w:style w:type="character" w:customStyle="1" w:styleId="a">
    <w:name w:val="Основной текст_"/>
    <w:basedOn w:val="Predvolenpsmoodseku"/>
    <w:link w:val="1"/>
    <w:rsid w:val="00693F89"/>
    <w:rPr>
      <w:rFonts w:ascii="Verdana" w:eastAsia="Verdana" w:hAnsi="Verdana" w:cs="Verdana"/>
      <w:shd w:val="clear" w:color="auto" w:fill="FFFFFF"/>
    </w:rPr>
  </w:style>
  <w:style w:type="paragraph" w:customStyle="1" w:styleId="1">
    <w:name w:val="Основной текст1"/>
    <w:basedOn w:val="Normlny"/>
    <w:link w:val="a"/>
    <w:rsid w:val="00693F89"/>
    <w:pPr>
      <w:widowControl w:val="0"/>
      <w:shd w:val="clear" w:color="auto" w:fill="FFFFFF"/>
      <w:spacing w:before="780" w:after="1320" w:line="0" w:lineRule="atLeast"/>
      <w:ind w:left="0" w:hanging="300"/>
    </w:pPr>
    <w:rPr>
      <w:rFonts w:ascii="Verdana" w:eastAsia="Verdana" w:hAnsi="Verdana" w:cs="Verdana"/>
      <w:color w:val="auto"/>
      <w:sz w:val="20"/>
      <w:szCs w:val="20"/>
    </w:rPr>
  </w:style>
  <w:style w:type="paragraph" w:customStyle="1" w:styleId="20">
    <w:name w:val="Основной текст (2)"/>
    <w:basedOn w:val="Normlny"/>
    <w:link w:val="2"/>
    <w:rsid w:val="00693F89"/>
    <w:pPr>
      <w:widowControl w:val="0"/>
      <w:shd w:val="clear" w:color="auto" w:fill="FFFFFF"/>
      <w:spacing w:after="780" w:line="662" w:lineRule="exact"/>
      <w:ind w:left="0" w:firstLine="0"/>
      <w:jc w:val="right"/>
    </w:pPr>
    <w:rPr>
      <w:rFonts w:ascii="Verdana" w:eastAsia="Verdana" w:hAnsi="Verdana" w:cs="Verdana"/>
      <w:i/>
      <w:iCs/>
      <w:color w:val="auto"/>
      <w:spacing w:val="-20"/>
      <w:sz w:val="21"/>
      <w:szCs w:val="21"/>
    </w:rPr>
  </w:style>
  <w:style w:type="table" w:styleId="Mriekatabuky">
    <w:name w:val="Table Grid"/>
    <w:basedOn w:val="Normlnatabuka"/>
    <w:uiPriority w:val="39"/>
    <w:rsid w:val="002A6B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obbova\Documents\hlavi&#269;kov&#253;%20papier%20Rektor&#225;t%20UMB\hlavi&#269;kov&#253;%20papier%20nov&#253;\&#218;radn&#253;%20list_rektorat_SK_arial_BW_s%20i&#269;om%20dph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b87e5ee6e1d81dca6c635d1ed0a8f643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1065eed93c913b7a46d4945e1cca9645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25F06-8C54-4D3C-AA50-035F40317C44}"/>
</file>

<file path=customXml/itemProps2.xml><?xml version="1.0" encoding="utf-8"?>
<ds:datastoreItem xmlns:ds="http://schemas.openxmlformats.org/officeDocument/2006/customXml" ds:itemID="{638349BD-59CF-4147-ABD5-6010899B2036}">
  <ds:schemaRefs>
    <ds:schemaRef ds:uri="http://purl.org/dc/dcmitype/"/>
    <ds:schemaRef ds:uri="http://purl.org/dc/elements/1.1/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74902c4-e348-4087-b368-0931af31445d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9413961-12A2-4E3B-A366-01B58A42F5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55A3E2-D776-4B7C-ACFE-233BAD1CE9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Úradný list_rektorat_SK_arial_BW_s ičom dph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2026-01-06T22:20:00Z</dcterms:created>
  <dcterms:modified xsi:type="dcterms:W3CDTF">2026-01-06T22:20:00Z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